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9C1C5B2-9540-4D0A-B5DE-251C29B5D814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